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5918"/>
      </w:tblGrid>
      <w:tr w:rsidR="009B16C0" w:rsidRPr="00E832C3" w:rsidTr="001369C5">
        <w:trPr>
          <w:jc w:val="right"/>
        </w:trPr>
        <w:tc>
          <w:tcPr>
            <w:tcW w:w="5918" w:type="dxa"/>
          </w:tcPr>
          <w:p w:rsidR="009B16C0" w:rsidRDefault="009B16C0" w:rsidP="009545DB">
            <w:pPr>
              <w:widowControl w:val="0"/>
              <w:autoSpaceDE w:val="0"/>
              <w:autoSpaceDN w:val="0"/>
              <w:adjustRightInd w:val="0"/>
              <w:ind w:left="145" w:right="-2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tbl>
            <w:tblPr>
              <w:tblpPr w:leftFromText="180" w:rightFromText="180" w:vertAnchor="text" w:horzAnchor="margin" w:tblpXSpec="right" w:tblpY="-271"/>
              <w:tblW w:w="0" w:type="auto"/>
              <w:tblLook w:val="00A0" w:firstRow="1" w:lastRow="0" w:firstColumn="1" w:lastColumn="0" w:noHBand="0" w:noVBand="0"/>
            </w:tblPr>
            <w:tblGrid>
              <w:gridCol w:w="4752"/>
            </w:tblGrid>
            <w:tr w:rsidR="009B16C0" w:rsidRPr="00E832C3" w:rsidTr="00D4757C">
              <w:trPr>
                <w:trHeight w:val="1441"/>
              </w:trPr>
              <w:tc>
                <w:tcPr>
                  <w:tcW w:w="4752" w:type="dxa"/>
                </w:tcPr>
                <w:p w:rsidR="009B16C0" w:rsidRPr="00D4757C" w:rsidRDefault="009B16C0" w:rsidP="00D4757C">
                  <w:pPr>
                    <w:widowControl w:val="0"/>
                    <w:autoSpaceDE w:val="0"/>
                    <w:autoSpaceDN w:val="0"/>
                    <w:adjustRightInd w:val="0"/>
                    <w:ind w:left="145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 xml:space="preserve">            ПРИЛОЖЕНИЕ № 2 </w:t>
                  </w:r>
                </w:p>
                <w:p w:rsidR="009B16C0" w:rsidRPr="00E832C3" w:rsidRDefault="009B16C0" w:rsidP="00D4757C">
                  <w:pPr>
                    <w:widowControl w:val="0"/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 xml:space="preserve"> к </w:t>
                  </w:r>
                  <w:r w:rsidRPr="00D4757C">
                    <w:rPr>
                      <w:rFonts w:ascii="Times New Roman CYR" w:hAnsi="Times New Roman CYR" w:cs="Times New Roman CYR"/>
                      <w:color w:val="000000"/>
                    </w:rPr>
                    <w:t>Порядку организации и проведения общественных обсуждений или публичных слушаний по проекту Правил благоустройства территории Юго-Северного сельского поселения Тихорецкого района</w:t>
                  </w:r>
                </w:p>
              </w:tc>
            </w:tr>
          </w:tbl>
          <w:p w:rsidR="009B16C0" w:rsidRDefault="009B16C0" w:rsidP="001369C5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9B16C0" w:rsidRDefault="009B16C0" w:rsidP="001369C5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9B16C0" w:rsidRPr="00E832C3" w:rsidRDefault="009B16C0" w:rsidP="00136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:rsidR="009B16C0" w:rsidRDefault="009B16C0" w:rsidP="00B966FC">
      <w:pPr>
        <w:tabs>
          <w:tab w:val="left" w:pos="851"/>
        </w:tabs>
        <w:jc w:val="center"/>
      </w:pPr>
    </w:p>
    <w:p w:rsidR="009B16C0" w:rsidRDefault="009B16C0" w:rsidP="00B966FC">
      <w:pPr>
        <w:tabs>
          <w:tab w:val="left" w:pos="851"/>
        </w:tabs>
        <w:jc w:val="center"/>
      </w:pPr>
    </w:p>
    <w:p w:rsidR="009B16C0" w:rsidRDefault="009B16C0" w:rsidP="00BB20CE">
      <w:pPr>
        <w:tabs>
          <w:tab w:val="left" w:pos="851"/>
        </w:tabs>
        <w:jc w:val="center"/>
      </w:pPr>
      <w:r>
        <w:t>ПРОТОКОЛ №____</w:t>
      </w:r>
    </w:p>
    <w:p w:rsidR="009B16C0" w:rsidRDefault="009B16C0" w:rsidP="00384578">
      <w:pPr>
        <w:widowControl w:val="0"/>
        <w:autoSpaceDE w:val="0"/>
        <w:autoSpaceDN w:val="0"/>
        <w:adjustRightInd w:val="0"/>
        <w:ind w:left="145"/>
        <w:jc w:val="center"/>
      </w:pPr>
      <w:r>
        <w:t>общественных обсуждений (публичных слушаний)</w:t>
      </w:r>
    </w:p>
    <w:p w:rsidR="009B16C0" w:rsidRDefault="009B16C0" w:rsidP="00BB20CE">
      <w:pPr>
        <w:widowControl w:val="0"/>
        <w:autoSpaceDE w:val="0"/>
        <w:autoSpaceDN w:val="0"/>
        <w:adjustRightInd w:val="0"/>
        <w:ind w:left="145"/>
        <w:jc w:val="center"/>
      </w:pPr>
      <w:r>
        <w:t xml:space="preserve">по проекту Правил благоустройства территории Юго-Северного сельского поселения Тихорецкого района </w:t>
      </w:r>
    </w:p>
    <w:p w:rsidR="009B16C0" w:rsidRDefault="009B16C0" w:rsidP="00384578">
      <w:pPr>
        <w:tabs>
          <w:tab w:val="left" w:pos="851"/>
        </w:tabs>
        <w:jc w:val="both"/>
      </w:pPr>
      <w:r>
        <w:t>«____» _________года                                                                         _____________</w:t>
      </w:r>
    </w:p>
    <w:p w:rsidR="009B16C0" w:rsidRDefault="009B16C0" w:rsidP="00384578">
      <w:pPr>
        <w:tabs>
          <w:tab w:val="left" w:pos="851"/>
        </w:tabs>
        <w:jc w:val="center"/>
      </w:pPr>
    </w:p>
    <w:p w:rsidR="009B16C0" w:rsidRDefault="009B16C0" w:rsidP="00384578">
      <w:pPr>
        <w:jc w:val="center"/>
      </w:pPr>
      <w:r>
        <w:t>Повестка дня</w:t>
      </w:r>
      <w:r w:rsidRPr="00996A9E">
        <w:t>:</w:t>
      </w:r>
    </w:p>
    <w:p w:rsidR="009B16C0" w:rsidRPr="00996A9E" w:rsidRDefault="009B16C0" w:rsidP="00384578">
      <w:pPr>
        <w:jc w:val="center"/>
      </w:pPr>
    </w:p>
    <w:p w:rsidR="009B16C0" w:rsidRDefault="009B16C0" w:rsidP="00201EF0">
      <w:pPr>
        <w:tabs>
          <w:tab w:val="left" w:pos="851"/>
        </w:tabs>
        <w:ind w:firstLine="851"/>
        <w:jc w:val="both"/>
      </w:pPr>
      <w:r w:rsidRPr="00996A9E">
        <w:t>Обсуждение материалов проекта</w:t>
      </w:r>
      <w:r>
        <w:t xml:space="preserve"> Правил благоустройства территории Юго-Северного сельского поселения Тихорецкого района  (далее - проект)</w:t>
      </w:r>
      <w:r w:rsidRPr="00996A9E">
        <w:t>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>
        <w:t>Общественные обсуждения (публичные слушания) по проекту проводятся в границах территории Юго-Северного сельского поселения Тихорецкого района.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>
        <w:t>Организатор общественных обсуждений (публичных слушаний) - администрация Юго-Северного сельского поселения Тихорецкого района.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>
        <w:t xml:space="preserve">Оповещение о проведении общественных обсуждений (публичных слушаний) размещено на сайте </w:t>
      </w:r>
      <w:r w:rsidRPr="00C75D44">
        <w:rPr>
          <w:color w:val="000000"/>
        </w:rPr>
        <w:t xml:space="preserve">администрации </w:t>
      </w:r>
      <w:r>
        <w:rPr>
          <w:color w:val="000000"/>
        </w:rPr>
        <w:t xml:space="preserve">Юго-Северного сельского поселения </w:t>
      </w:r>
      <w:r w:rsidRPr="00C75D44">
        <w:rPr>
          <w:color w:val="000000"/>
        </w:rPr>
        <w:t>Тихо</w:t>
      </w:r>
      <w:r>
        <w:rPr>
          <w:color w:val="000000"/>
        </w:rPr>
        <w:t xml:space="preserve">рецкого района - </w:t>
      </w:r>
      <w:hyperlink r:id="rId6" w:history="1">
        <w:r w:rsidRPr="00B64D3F">
          <w:rPr>
            <w:rStyle w:val="Hyperlink"/>
            <w:color w:val="000000"/>
            <w:u w:val="none"/>
          </w:rPr>
          <w:t>www.</w:t>
        </w:r>
      </w:hyperlink>
      <w:r w:rsidRPr="00445D1A">
        <w:t xml:space="preserve"> </w:t>
      </w:r>
      <w:r w:rsidRPr="00B64D3F">
        <w:rPr>
          <w:rStyle w:val="Hyperlink"/>
          <w:color w:val="000000"/>
          <w:u w:val="none"/>
        </w:rPr>
        <w:t>http://ugo-severnoe.ru/ (</w:t>
      </w:r>
      <w:r>
        <w:t xml:space="preserve">в разделе </w:t>
      </w:r>
      <w:r w:rsidRPr="00160B5A">
        <w:rPr>
          <w:szCs w:val="20"/>
        </w:rPr>
        <w:t>«Градостроительная деятельность/Проекты документов»)</w:t>
      </w:r>
      <w:r w:rsidRPr="00160B5A">
        <w:rPr>
          <w:b/>
          <w:bCs/>
          <w:color w:val="000000"/>
          <w:szCs w:val="20"/>
        </w:rPr>
        <w:t xml:space="preserve"> </w:t>
      </w:r>
      <w:r>
        <w:rPr>
          <w:rStyle w:val="Strong"/>
          <w:bCs/>
          <w:color w:val="000000"/>
        </w:rPr>
        <w:t xml:space="preserve"> </w:t>
      </w:r>
      <w:r w:rsidRPr="000376EC">
        <w:rPr>
          <w:rStyle w:val="Strong"/>
          <w:b w:val="0"/>
          <w:bCs/>
          <w:color w:val="000000"/>
        </w:rPr>
        <w:t>«___» __________</w:t>
      </w:r>
      <w:r w:rsidRPr="00C75D44">
        <w:rPr>
          <w:color w:val="000000"/>
        </w:rPr>
        <w:t>,</w:t>
      </w:r>
      <w:r>
        <w:rPr>
          <w:color w:val="000000"/>
        </w:rPr>
        <w:t xml:space="preserve"> опубликовано</w:t>
      </w:r>
      <w:r w:rsidRPr="00C75D44">
        <w:rPr>
          <w:color w:val="000000"/>
        </w:rPr>
        <w:t xml:space="preserve"> </w:t>
      </w:r>
      <w:r>
        <w:rPr>
          <w:color w:val="000000"/>
        </w:rPr>
        <w:t>в газете «Тихорецкие вести» от  _____________ №______.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>
        <w:t xml:space="preserve">Экспозиция демонстрационных материалов проекта проводилась организатором с ____________ по ____________ в здании администрации Юго-Северного сельского поселения Тихорецкого района </w:t>
      </w:r>
      <w:r>
        <w:rPr>
          <w:color w:val="000000"/>
        </w:rPr>
        <w:t>по адресу: 352110, Краснодарский край, Тихорецкий район, ст. Юго-Северная, ул.Северная,69.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>
        <w:t>В период проведения экспозиции были выставлены демонстрационные материалы проекта.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>
        <w:t xml:space="preserve">Основные материалы проекта были размещены на официальном сайте </w:t>
      </w:r>
      <w:r w:rsidRPr="00C75D44">
        <w:rPr>
          <w:color w:val="000000"/>
        </w:rPr>
        <w:t xml:space="preserve">администрации </w:t>
      </w:r>
      <w:r>
        <w:rPr>
          <w:color w:val="000000"/>
        </w:rPr>
        <w:t xml:space="preserve">Юго-Северного сельского поселения </w:t>
      </w:r>
      <w:r w:rsidRPr="00C75D44">
        <w:rPr>
          <w:color w:val="000000"/>
        </w:rPr>
        <w:t>Тихо</w:t>
      </w:r>
      <w:r>
        <w:rPr>
          <w:color w:val="000000"/>
        </w:rPr>
        <w:t xml:space="preserve">рецкого района - </w:t>
      </w:r>
      <w:r w:rsidRPr="00160B5A">
        <w:t>www.</w:t>
      </w:r>
      <w:r>
        <w:t>http://ugo-severnoe.ru</w:t>
      </w:r>
      <w:r w:rsidRPr="00B64D3F">
        <w:rPr>
          <w:rStyle w:val="Hyperlink"/>
          <w:color w:val="000000"/>
          <w:u w:val="none"/>
        </w:rPr>
        <w:t xml:space="preserve"> в разделе </w:t>
      </w:r>
      <w:r w:rsidRPr="00160B5A">
        <w:rPr>
          <w:szCs w:val="20"/>
        </w:rPr>
        <w:t>«Градостроительная деятельность/Проекты документов»)</w:t>
      </w:r>
      <w:r>
        <w:t>.</w:t>
      </w:r>
    </w:p>
    <w:p w:rsidR="009B16C0" w:rsidRDefault="009B16C0" w:rsidP="00201EF0">
      <w:pPr>
        <w:tabs>
          <w:tab w:val="left" w:pos="851"/>
        </w:tabs>
        <w:ind w:firstLine="851"/>
        <w:jc w:val="both"/>
      </w:pPr>
      <w:r w:rsidRPr="00D7223A">
        <w:t xml:space="preserve">Предложения и замечания участников общественных обсуждений </w:t>
      </w:r>
      <w:r>
        <w:t>(</w:t>
      </w:r>
      <w:r w:rsidRPr="00D7223A">
        <w:t>публичных слушаний</w:t>
      </w:r>
      <w:r>
        <w:t>) принимались с _______________ по __________________ в форме __________________________________________.</w:t>
      </w:r>
    </w:p>
    <w:p w:rsidR="009B16C0" w:rsidRDefault="009B16C0" w:rsidP="00201EF0">
      <w:pPr>
        <w:ind w:firstLine="851"/>
        <w:jc w:val="both"/>
      </w:pPr>
      <w:r>
        <w:t>Содержание предложений и замечаний участников:</w:t>
      </w:r>
    </w:p>
    <w:p w:rsidR="009B16C0" w:rsidRDefault="009B16C0" w:rsidP="00201EF0">
      <w:pPr>
        <w:ind w:firstLine="851"/>
        <w:jc w:val="both"/>
      </w:pPr>
      <w:r>
        <w:t>1)проживающих на территории __________________________________;</w:t>
      </w:r>
    </w:p>
    <w:p w:rsidR="009B16C0" w:rsidRDefault="009B16C0" w:rsidP="00201EF0">
      <w:pPr>
        <w:ind w:firstLine="851"/>
        <w:jc w:val="both"/>
      </w:pPr>
      <w:r>
        <w:t>2)иных участников _____________________________________________.</w:t>
      </w:r>
    </w:p>
    <w:p w:rsidR="009B16C0" w:rsidRDefault="009B16C0" w:rsidP="00201EF0">
      <w:pPr>
        <w:ind w:firstLine="851"/>
        <w:jc w:val="both"/>
      </w:pPr>
      <w:r>
        <w:t>К настоящему протоколу прилагается перечень принявших участие в рассмотрении проекта участников общественных обсуждений (публичных слушаний) на ____ листах.</w:t>
      </w:r>
    </w:p>
    <w:p w:rsidR="009B16C0" w:rsidRDefault="009B16C0" w:rsidP="00384578">
      <w:pPr>
        <w:ind w:firstLine="708"/>
        <w:jc w:val="center"/>
      </w:pPr>
    </w:p>
    <w:p w:rsidR="009B16C0" w:rsidRDefault="009B16C0" w:rsidP="00384578">
      <w:pPr>
        <w:ind w:firstLine="708"/>
        <w:jc w:val="center"/>
      </w:pPr>
      <w:r>
        <w:t>Подписи:</w:t>
      </w:r>
    </w:p>
    <w:p w:rsidR="009B16C0" w:rsidRDefault="009B16C0" w:rsidP="00384578">
      <w:pPr>
        <w:ind w:firstLine="708"/>
        <w:jc w:val="center"/>
      </w:pPr>
    </w:p>
    <w:p w:rsidR="009B16C0" w:rsidRDefault="009B16C0" w:rsidP="00FC6050">
      <w:pPr>
        <w:jc w:val="both"/>
      </w:pPr>
      <w:r>
        <w:t xml:space="preserve"> _________________Ф.И.О. должностного лица </w:t>
      </w:r>
    </w:p>
    <w:p w:rsidR="009B16C0" w:rsidRDefault="009B16C0" w:rsidP="00FC6050">
      <w:pPr>
        <w:jc w:val="both"/>
      </w:pPr>
      <w:r>
        <w:t xml:space="preserve">                                   </w:t>
      </w:r>
    </w:p>
    <w:p w:rsidR="009B16C0" w:rsidRDefault="009B16C0" w:rsidP="00384578">
      <w:pPr>
        <w:ind w:firstLine="708"/>
        <w:jc w:val="both"/>
      </w:pPr>
    </w:p>
    <w:p w:rsidR="009B16C0" w:rsidRPr="00996A9E" w:rsidRDefault="009B16C0" w:rsidP="00384578">
      <w:pPr>
        <w:jc w:val="both"/>
      </w:pPr>
      <w:r>
        <w:t xml:space="preserve"> _________________Ф.И.О. должностного лица</w:t>
      </w:r>
    </w:p>
    <w:p w:rsidR="009B16C0" w:rsidRDefault="009B16C0" w:rsidP="00384578">
      <w:pPr>
        <w:ind w:firstLine="708"/>
        <w:jc w:val="both"/>
      </w:pPr>
    </w:p>
    <w:p w:rsidR="009B16C0" w:rsidRDefault="009B16C0" w:rsidP="00384578">
      <w:pPr>
        <w:ind w:firstLine="708"/>
        <w:jc w:val="both"/>
      </w:pPr>
    </w:p>
    <w:p w:rsidR="009B16C0" w:rsidRPr="00996A9E" w:rsidRDefault="009B16C0" w:rsidP="00384578">
      <w:pPr>
        <w:ind w:firstLine="708"/>
        <w:jc w:val="both"/>
      </w:pPr>
    </w:p>
    <w:p w:rsidR="009B16C0" w:rsidRDefault="009B16C0" w:rsidP="00384578">
      <w:pPr>
        <w:autoSpaceDE w:val="0"/>
        <w:autoSpaceDN w:val="0"/>
        <w:adjustRightInd w:val="0"/>
        <w:jc w:val="both"/>
      </w:pPr>
      <w:r>
        <w:t xml:space="preserve">Главный специалист администрации </w:t>
      </w:r>
    </w:p>
    <w:p w:rsidR="009B16C0" w:rsidRDefault="009B16C0" w:rsidP="00384578">
      <w:pPr>
        <w:autoSpaceDE w:val="0"/>
        <w:autoSpaceDN w:val="0"/>
        <w:adjustRightInd w:val="0"/>
        <w:jc w:val="both"/>
      </w:pPr>
      <w:r>
        <w:t xml:space="preserve">Юго-Северного сельского поселения </w:t>
      </w:r>
    </w:p>
    <w:p w:rsidR="009B16C0" w:rsidRDefault="009B16C0" w:rsidP="00384578">
      <w:pPr>
        <w:autoSpaceDE w:val="0"/>
        <w:autoSpaceDN w:val="0"/>
        <w:adjustRightInd w:val="0"/>
        <w:jc w:val="both"/>
      </w:pPr>
      <w:r>
        <w:t>Тихорецкого района                                                                                 О.Н. Попова</w:t>
      </w:r>
    </w:p>
    <w:p w:rsidR="009B16C0" w:rsidRPr="00384578" w:rsidRDefault="009B16C0" w:rsidP="00384578"/>
    <w:sectPr w:rsidR="009B16C0" w:rsidRPr="00384578" w:rsidSect="00201EF0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C0" w:rsidRDefault="009B16C0" w:rsidP="00384578">
      <w:r>
        <w:separator/>
      </w:r>
    </w:p>
  </w:endnote>
  <w:endnote w:type="continuationSeparator" w:id="0">
    <w:p w:rsidR="009B16C0" w:rsidRDefault="009B16C0" w:rsidP="0038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C0" w:rsidRDefault="009B16C0" w:rsidP="00384578">
      <w:r>
        <w:separator/>
      </w:r>
    </w:p>
  </w:footnote>
  <w:footnote w:type="continuationSeparator" w:id="0">
    <w:p w:rsidR="009B16C0" w:rsidRDefault="009B16C0" w:rsidP="00384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6C0" w:rsidRDefault="009B16C0">
    <w:pPr>
      <w:pStyle w:val="Header"/>
      <w:jc w:val="center"/>
    </w:pPr>
    <w:r>
      <w:t>2</w:t>
    </w:r>
  </w:p>
  <w:p w:rsidR="009B16C0" w:rsidRDefault="009B16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E9C"/>
    <w:rsid w:val="000376EC"/>
    <w:rsid w:val="00063D67"/>
    <w:rsid w:val="000C3B1C"/>
    <w:rsid w:val="000E56D0"/>
    <w:rsid w:val="001369C5"/>
    <w:rsid w:val="00160B5A"/>
    <w:rsid w:val="001B6865"/>
    <w:rsid w:val="00201EF0"/>
    <w:rsid w:val="00287AE4"/>
    <w:rsid w:val="003378AD"/>
    <w:rsid w:val="00367105"/>
    <w:rsid w:val="00384578"/>
    <w:rsid w:val="003A0014"/>
    <w:rsid w:val="00445D1A"/>
    <w:rsid w:val="004667C2"/>
    <w:rsid w:val="00481A6B"/>
    <w:rsid w:val="004C567C"/>
    <w:rsid w:val="00516066"/>
    <w:rsid w:val="00532A30"/>
    <w:rsid w:val="005F6E9C"/>
    <w:rsid w:val="0062133D"/>
    <w:rsid w:val="00680A08"/>
    <w:rsid w:val="006B592B"/>
    <w:rsid w:val="006B61DE"/>
    <w:rsid w:val="006F0ADD"/>
    <w:rsid w:val="00745913"/>
    <w:rsid w:val="00791CC1"/>
    <w:rsid w:val="00795FA9"/>
    <w:rsid w:val="007A656D"/>
    <w:rsid w:val="00851E8D"/>
    <w:rsid w:val="0088015F"/>
    <w:rsid w:val="008B7833"/>
    <w:rsid w:val="00926E95"/>
    <w:rsid w:val="009545DB"/>
    <w:rsid w:val="00996A9E"/>
    <w:rsid w:val="009B16C0"/>
    <w:rsid w:val="00A46BC1"/>
    <w:rsid w:val="00AA4215"/>
    <w:rsid w:val="00AB7296"/>
    <w:rsid w:val="00B63B4E"/>
    <w:rsid w:val="00B64D3F"/>
    <w:rsid w:val="00B966FC"/>
    <w:rsid w:val="00BA666B"/>
    <w:rsid w:val="00BB20CE"/>
    <w:rsid w:val="00BF27A5"/>
    <w:rsid w:val="00C1456D"/>
    <w:rsid w:val="00C33C0D"/>
    <w:rsid w:val="00C75D44"/>
    <w:rsid w:val="00CB39A5"/>
    <w:rsid w:val="00CB5FBE"/>
    <w:rsid w:val="00CC18D4"/>
    <w:rsid w:val="00D1139C"/>
    <w:rsid w:val="00D115F3"/>
    <w:rsid w:val="00D37899"/>
    <w:rsid w:val="00D4757C"/>
    <w:rsid w:val="00D504F7"/>
    <w:rsid w:val="00D60DA6"/>
    <w:rsid w:val="00D63758"/>
    <w:rsid w:val="00D7223A"/>
    <w:rsid w:val="00E7500A"/>
    <w:rsid w:val="00E832C3"/>
    <w:rsid w:val="00EF66F7"/>
    <w:rsid w:val="00F64E66"/>
    <w:rsid w:val="00FB6320"/>
    <w:rsid w:val="00FC6050"/>
    <w:rsid w:val="00FE0419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578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84578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384578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3845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4578"/>
    <w:rPr>
      <w:rFonts w:ascii="Times New Roman" w:hAnsi="Times New Roman"/>
      <w:sz w:val="28"/>
      <w:lang w:val="x-none" w:eastAsia="ru-RU"/>
    </w:rPr>
  </w:style>
  <w:style w:type="paragraph" w:styleId="Footer">
    <w:name w:val="footer"/>
    <w:basedOn w:val="Normal"/>
    <w:link w:val="FooterChar"/>
    <w:uiPriority w:val="99"/>
    <w:rsid w:val="003845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578"/>
    <w:rPr>
      <w:rFonts w:ascii="Times New Roman" w:hAnsi="Times New Roman"/>
      <w:sz w:val="28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C56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567C"/>
    <w:rPr>
      <w:rFonts w:ascii="Segoe UI" w:hAnsi="Segoe UI"/>
      <w:sz w:val="18"/>
      <w:lang w:val="x-none" w:eastAsia="ru-RU"/>
    </w:rPr>
  </w:style>
  <w:style w:type="paragraph" w:customStyle="1" w:styleId="a">
    <w:name w:val="обычный_ Знак Знак Знак Знак Знак Знак Знак Знак Знак Знак Знак Знак"/>
    <w:basedOn w:val="Normal"/>
    <w:uiPriority w:val="99"/>
    <w:rsid w:val="00160B5A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parkovskoe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402</Words>
  <Characters>2298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</cp:lastModifiedBy>
  <cp:revision>17</cp:revision>
  <cp:lastPrinted>2019-02-26T08:14:00Z</cp:lastPrinted>
  <dcterms:created xsi:type="dcterms:W3CDTF">2018-12-25T06:31:00Z</dcterms:created>
  <dcterms:modified xsi:type="dcterms:W3CDTF">2019-02-26T08:14:00Z</dcterms:modified>
</cp:coreProperties>
</file>