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0A0"/>
      </w:tblPr>
      <w:tblGrid>
        <w:gridCol w:w="4786"/>
        <w:gridCol w:w="4820"/>
      </w:tblGrid>
      <w:tr w:rsidR="009B3D88" w:rsidTr="00B229B2">
        <w:tc>
          <w:tcPr>
            <w:tcW w:w="4786" w:type="dxa"/>
          </w:tcPr>
          <w:p w:rsidR="009B3D88" w:rsidRDefault="009B3D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B3D88" w:rsidRPr="00B229B2" w:rsidRDefault="009B3D88" w:rsidP="007E61B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9B2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</w:tr>
      <w:tr w:rsidR="009B3D88" w:rsidTr="00B229B2">
        <w:tc>
          <w:tcPr>
            <w:tcW w:w="4786" w:type="dxa"/>
          </w:tcPr>
          <w:p w:rsidR="009B3D88" w:rsidRDefault="009B3D88" w:rsidP="00CC76E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B3D88" w:rsidRDefault="009B3D88" w:rsidP="00581B0B">
            <w:pPr>
              <w:pStyle w:val="Standard"/>
              <w:widowControl w:val="0"/>
              <w:spacing w:after="0" w:line="240" w:lineRule="auto"/>
              <w:jc w:val="center"/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B229B2"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  <w:t xml:space="preserve">к 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>Порядк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</w:t>
            </w:r>
            <w:r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сообщения лицами, замещающими 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муниципальной службы администрации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Юго-Северного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Тихорецкого района,</w:t>
            </w:r>
            <w:r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Pr="002A7473"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администрации </w:t>
            </w:r>
          </w:p>
          <w:p w:rsidR="009B3D88" w:rsidRPr="008754ED" w:rsidRDefault="009B3D88" w:rsidP="00581B0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Юго-Северного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се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ль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ск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ого 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п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о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селе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ния Тихорецк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ого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район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а</w:t>
            </w:r>
          </w:p>
          <w:p w:rsidR="009B3D88" w:rsidRPr="00B229B2" w:rsidRDefault="009B3D88" w:rsidP="00B229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18.03.2016 г.</w:t>
            </w:r>
            <w:r w:rsidRPr="008754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37</w:t>
            </w:r>
          </w:p>
        </w:tc>
      </w:tr>
    </w:tbl>
    <w:p w:rsidR="009B3D88" w:rsidRDefault="009B3D88" w:rsidP="00B229B2">
      <w:pPr>
        <w:rPr>
          <w:rStyle w:val="a2"/>
          <w:rFonts w:ascii="Times New Roman" w:hAnsi="Times New Roman"/>
          <w:b w:val="0"/>
          <w:sz w:val="28"/>
          <w:szCs w:val="28"/>
        </w:rPr>
      </w:pPr>
    </w:p>
    <w:p w:rsidR="009B3D88" w:rsidRPr="00B229B2" w:rsidRDefault="009B3D88" w:rsidP="00B229B2">
      <w:pPr>
        <w:jc w:val="center"/>
        <w:rPr>
          <w:rFonts w:ascii="Times New Roman" w:hAnsi="Times New Roman"/>
          <w:sz w:val="28"/>
          <w:szCs w:val="28"/>
        </w:rPr>
      </w:pPr>
      <w:r w:rsidRPr="00B229B2">
        <w:rPr>
          <w:rFonts w:ascii="Times New Roman" w:hAnsi="Times New Roman"/>
          <w:sz w:val="28"/>
          <w:szCs w:val="28"/>
        </w:rPr>
        <w:t>ФОРМА</w:t>
      </w:r>
    </w:p>
    <w:p w:rsidR="009B3D88" w:rsidRDefault="009B3D88" w:rsidP="0036727F">
      <w:pPr>
        <w:pStyle w:val="a0"/>
        <w:jc w:val="center"/>
        <w:rPr>
          <w:rFonts w:ascii="Times New Roman" w:hAnsi="Times New Roman"/>
          <w:sz w:val="28"/>
          <w:szCs w:val="28"/>
        </w:rPr>
      </w:pPr>
      <w:r w:rsidRPr="0026780C">
        <w:rPr>
          <w:rFonts w:ascii="Times New Roman" w:hAnsi="Times New Roman"/>
          <w:sz w:val="28"/>
          <w:szCs w:val="28"/>
        </w:rPr>
        <w:t>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B3D88" w:rsidRPr="002213ED" w:rsidRDefault="009B3D88" w:rsidP="002213ED">
      <w:pPr>
        <w:rPr>
          <w:lang w:eastAsia="ru-RU"/>
        </w:rPr>
      </w:pPr>
    </w:p>
    <w:tbl>
      <w:tblPr>
        <w:tblW w:w="9606" w:type="dxa"/>
        <w:tblLook w:val="00A0"/>
      </w:tblPr>
      <w:tblGrid>
        <w:gridCol w:w="4637"/>
        <w:gridCol w:w="4969"/>
      </w:tblGrid>
      <w:tr w:rsidR="009B3D88" w:rsidRPr="00B229B2" w:rsidTr="00CB16D6">
        <w:tc>
          <w:tcPr>
            <w:tcW w:w="4786" w:type="dxa"/>
          </w:tcPr>
          <w:p w:rsidR="009B3D88" w:rsidRDefault="009B3D88" w:rsidP="00CB16D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B3D88" w:rsidRPr="0026780C" w:rsidRDefault="009B3D88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Юго-Северного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9B3D88" w:rsidRPr="0026780C" w:rsidRDefault="009B3D88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9B3D88" w:rsidRPr="00E640B3" w:rsidRDefault="009B3D88" w:rsidP="00E640B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_________________________________</w:t>
            </w:r>
            <w:r w:rsidRPr="0026780C">
              <w:t xml:space="preserve">                                        ________</w:t>
            </w:r>
            <w:r>
              <w:t>__</w:t>
            </w:r>
            <w:r w:rsidRPr="0026780C">
              <w:t>_______________________</w:t>
            </w:r>
          </w:p>
          <w:p w:rsidR="009B3D88" w:rsidRPr="00320BCC" w:rsidRDefault="009B3D88" w:rsidP="00320B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0BCC">
              <w:rPr>
                <w:rFonts w:ascii="Times New Roman" w:hAnsi="Times New Roman" w:cs="Times New Roman"/>
                <w:b w:val="0"/>
                <w:sz w:val="24"/>
                <w:szCs w:val="24"/>
              </w:rPr>
              <w:t>(Ф.И.О., замещаемая должность)</w:t>
            </w:r>
          </w:p>
        </w:tc>
      </w:tr>
    </w:tbl>
    <w:p w:rsidR="009B3D88" w:rsidRPr="00B229B2" w:rsidRDefault="009B3D88" w:rsidP="00320BCC">
      <w:pPr>
        <w:pStyle w:val="a0"/>
        <w:jc w:val="right"/>
        <w:rPr>
          <w:rFonts w:ascii="Times New Roman" w:hAnsi="Times New Roman"/>
          <w:sz w:val="28"/>
          <w:szCs w:val="28"/>
        </w:rPr>
      </w:pPr>
    </w:p>
    <w:p w:rsidR="009B3D88" w:rsidRPr="008754ED" w:rsidRDefault="009B3D88" w:rsidP="00320BCC">
      <w:pPr>
        <w:pStyle w:val="a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>УВЕДОМЛЕНИЕ</w:t>
      </w:r>
    </w:p>
    <w:p w:rsidR="009B3D88" w:rsidRPr="008754ED" w:rsidRDefault="009B3D88" w:rsidP="00320BCC">
      <w:pPr>
        <w:pStyle w:val="a0"/>
        <w:jc w:val="center"/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 возникновении личной заинтересованности при исполнении </w:t>
      </w:r>
    </w:p>
    <w:p w:rsidR="009B3D88" w:rsidRPr="008754ED" w:rsidRDefault="009B3D88" w:rsidP="00320BCC">
      <w:pPr>
        <w:pStyle w:val="a0"/>
        <w:jc w:val="center"/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должностных обязанностей, которая приводит или может привести </w:t>
      </w:r>
    </w:p>
    <w:p w:rsidR="009B3D88" w:rsidRPr="00320BCC" w:rsidRDefault="009B3D88" w:rsidP="00320BCC">
      <w:pPr>
        <w:pStyle w:val="a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>к конфликту интересов</w:t>
      </w:r>
    </w:p>
    <w:p w:rsidR="009B3D88" w:rsidRPr="0026780C" w:rsidRDefault="009B3D88" w:rsidP="00320BCC">
      <w:pPr>
        <w:rPr>
          <w:rFonts w:ascii="Times New Roman" w:hAnsi="Times New Roman"/>
          <w:sz w:val="28"/>
          <w:szCs w:val="28"/>
        </w:rPr>
      </w:pPr>
    </w:p>
    <w:p w:rsidR="009B3D88" w:rsidRPr="0026780C" w:rsidRDefault="009B3D88" w:rsidP="00030E6B">
      <w:pPr>
        <w:pStyle w:val="a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Сообщаю о возникновении у меня личной заинтересованности</w:t>
      </w:r>
      <w:r w:rsidRPr="0026780C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>исполнении должностных обязанностей, которая приводит или может  привести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>к конфликту интересов (нужное подчеркнуть).</w:t>
      </w:r>
    </w:p>
    <w:p w:rsidR="009B3D88" w:rsidRPr="0026780C" w:rsidRDefault="009B3D88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заинтересованности: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9B3D88" w:rsidRPr="0026780C" w:rsidRDefault="009B3D88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B3D88" w:rsidRPr="0026780C" w:rsidRDefault="009B3D88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обязанности, на исполнение которых влияет или </w:t>
      </w:r>
      <w:r w:rsidRPr="0026780C">
        <w:rPr>
          <w:rFonts w:ascii="Times New Roman" w:hAnsi="Times New Roman" w:cs="Times New Roman"/>
          <w:sz w:val="28"/>
          <w:szCs w:val="28"/>
        </w:rPr>
        <w:t>может</w:t>
      </w:r>
    </w:p>
    <w:p w:rsidR="009B3D88" w:rsidRDefault="009B3D88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повлиять личная заинтересованность:</w:t>
      </w:r>
    </w:p>
    <w:p w:rsidR="009B3D88" w:rsidRPr="0026780C" w:rsidRDefault="009B3D88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B3D88" w:rsidRPr="0026780C" w:rsidRDefault="009B3D88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B3D88" w:rsidRDefault="009B3D88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меры по </w:t>
      </w:r>
      <w:r w:rsidRPr="0026780C">
        <w:rPr>
          <w:rFonts w:ascii="Times New Roman" w:hAnsi="Times New Roman" w:cs="Times New Roman"/>
          <w:sz w:val="28"/>
          <w:szCs w:val="28"/>
        </w:rPr>
        <w:t>предотвращению или урегулированию 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интересов: </w:t>
      </w:r>
    </w:p>
    <w:p w:rsidR="009B3D88" w:rsidRPr="0026780C" w:rsidRDefault="009B3D88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6780C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9B3D88" w:rsidRPr="0026780C" w:rsidRDefault="009B3D88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B3D88" w:rsidRPr="0026780C" w:rsidRDefault="009B3D88" w:rsidP="00030E6B">
      <w:pPr>
        <w:pStyle w:val="a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Намереваюсь (не намереваюсь) лично присутствовать на </w:t>
      </w:r>
      <w:r w:rsidRPr="0026780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на муниципальной службе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Юго-Северного</w:t>
      </w:r>
      <w:r>
        <w:rPr>
          <w:rFonts w:ascii="Times New Roman" w:hAnsi="Times New Roman"/>
          <w:color w:val="000000"/>
          <w:sz w:val="28"/>
          <w:szCs w:val="28"/>
        </w:rPr>
        <w:t xml:space="preserve"> се</w:t>
      </w:r>
      <w:r w:rsidRPr="004362C7"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ого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4362C7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селе</w:t>
      </w:r>
      <w:r w:rsidRPr="004362C7">
        <w:rPr>
          <w:rFonts w:ascii="Times New Roman" w:hAnsi="Times New Roman"/>
          <w:color w:val="000000"/>
          <w:sz w:val="28"/>
          <w:szCs w:val="28"/>
        </w:rPr>
        <w:t>ния Тихорецк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6780C">
        <w:rPr>
          <w:rFonts w:ascii="Times New Roman" w:hAnsi="Times New Roman" w:cs="Times New Roman"/>
          <w:sz w:val="28"/>
          <w:szCs w:val="28"/>
        </w:rPr>
        <w:t xml:space="preserve"> при рассмотрении настоящего уведомления (нужное подчеркнуть).</w:t>
      </w:r>
    </w:p>
    <w:p w:rsidR="009B3D88" w:rsidRPr="0026780C" w:rsidRDefault="009B3D88" w:rsidP="00030E6B">
      <w:pPr>
        <w:rPr>
          <w:rFonts w:ascii="Times New Roman" w:hAnsi="Times New Roman"/>
          <w:sz w:val="28"/>
          <w:szCs w:val="28"/>
        </w:rPr>
      </w:pPr>
    </w:p>
    <w:p w:rsidR="009B3D88" w:rsidRPr="0026780C" w:rsidRDefault="009B3D88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780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»_____ 20__ г. 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9B3D88" w:rsidRPr="0035512F" w:rsidRDefault="009B3D88" w:rsidP="00030E6B">
      <w:pPr>
        <w:pStyle w:val="a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</w:t>
      </w:r>
      <w:r w:rsidRPr="0035512F">
        <w:rPr>
          <w:rFonts w:ascii="Times New Roman" w:hAnsi="Times New Roman" w:cs="Times New Roman"/>
        </w:rPr>
        <w:t>(подпись(расшифровка подписи) лица, направляющего уведомление)</w:t>
      </w:r>
    </w:p>
    <w:p w:rsidR="009B3D88" w:rsidRDefault="009B3D88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9B3D88" w:rsidRDefault="009B3D88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9B3D88" w:rsidRDefault="009B3D88" w:rsidP="00083194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Юго-Северного сельского</w:t>
      </w:r>
    </w:p>
    <w:p w:rsidR="009B3D88" w:rsidRDefault="009B3D88" w:rsidP="000831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Тихорецкого района                                                           А.В.Кофанов</w:t>
      </w:r>
    </w:p>
    <w:p w:rsidR="009B3D88" w:rsidRPr="009B1AB7" w:rsidRDefault="009B3D88" w:rsidP="00083194">
      <w:pPr>
        <w:rPr>
          <w:rFonts w:ascii="Times New Roman" w:hAnsi="Times New Roman"/>
          <w:sz w:val="28"/>
          <w:szCs w:val="28"/>
          <w:lang w:eastAsia="ru-RU"/>
        </w:rPr>
      </w:pPr>
    </w:p>
    <w:sectPr w:rsidR="009B3D88" w:rsidRPr="009B1AB7" w:rsidSect="00B229B2">
      <w:headerReference w:type="default" r:id="rId6"/>
      <w:pgSz w:w="11906" w:h="16838"/>
      <w:pgMar w:top="993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D88" w:rsidRDefault="009B3D88" w:rsidP="00E5008F">
      <w:r>
        <w:separator/>
      </w:r>
    </w:p>
  </w:endnote>
  <w:endnote w:type="continuationSeparator" w:id="0">
    <w:p w:rsidR="009B3D88" w:rsidRDefault="009B3D88" w:rsidP="00E50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D88" w:rsidRDefault="009B3D88" w:rsidP="00E5008F">
      <w:r>
        <w:separator/>
      </w:r>
    </w:p>
  </w:footnote>
  <w:footnote w:type="continuationSeparator" w:id="0">
    <w:p w:rsidR="009B3D88" w:rsidRDefault="009B3D88" w:rsidP="00E50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88" w:rsidRDefault="009B3D88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9B3D88" w:rsidRDefault="009B3D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2D0"/>
    <w:rsid w:val="00030E6B"/>
    <w:rsid w:val="00083194"/>
    <w:rsid w:val="0009413A"/>
    <w:rsid w:val="000F04A4"/>
    <w:rsid w:val="000F57CC"/>
    <w:rsid w:val="00125B6B"/>
    <w:rsid w:val="001276CC"/>
    <w:rsid w:val="00170A4A"/>
    <w:rsid w:val="00184C6D"/>
    <w:rsid w:val="001A64AF"/>
    <w:rsid w:val="002213ED"/>
    <w:rsid w:val="002439F1"/>
    <w:rsid w:val="0025123C"/>
    <w:rsid w:val="0026780C"/>
    <w:rsid w:val="002A32D0"/>
    <w:rsid w:val="002A7473"/>
    <w:rsid w:val="002E643F"/>
    <w:rsid w:val="00320BCC"/>
    <w:rsid w:val="0035512F"/>
    <w:rsid w:val="0036727F"/>
    <w:rsid w:val="003B3549"/>
    <w:rsid w:val="004362C7"/>
    <w:rsid w:val="00436423"/>
    <w:rsid w:val="0054459C"/>
    <w:rsid w:val="00581B0B"/>
    <w:rsid w:val="00587BD7"/>
    <w:rsid w:val="005A2957"/>
    <w:rsid w:val="00665FFF"/>
    <w:rsid w:val="006774DF"/>
    <w:rsid w:val="006B11EF"/>
    <w:rsid w:val="006C18F4"/>
    <w:rsid w:val="00717B2F"/>
    <w:rsid w:val="00761441"/>
    <w:rsid w:val="007A306F"/>
    <w:rsid w:val="007C5839"/>
    <w:rsid w:val="007C6B3F"/>
    <w:rsid w:val="007E4392"/>
    <w:rsid w:val="007E61B5"/>
    <w:rsid w:val="00867233"/>
    <w:rsid w:val="008754ED"/>
    <w:rsid w:val="008A5BDE"/>
    <w:rsid w:val="008F4609"/>
    <w:rsid w:val="009314DB"/>
    <w:rsid w:val="009418E6"/>
    <w:rsid w:val="0096144B"/>
    <w:rsid w:val="009B1AB7"/>
    <w:rsid w:val="009B3D88"/>
    <w:rsid w:val="009D4F97"/>
    <w:rsid w:val="00A47A54"/>
    <w:rsid w:val="00B229B2"/>
    <w:rsid w:val="00B327C0"/>
    <w:rsid w:val="00B5613F"/>
    <w:rsid w:val="00BD7679"/>
    <w:rsid w:val="00C75149"/>
    <w:rsid w:val="00CB16D6"/>
    <w:rsid w:val="00CC76EF"/>
    <w:rsid w:val="00CE703C"/>
    <w:rsid w:val="00DA4261"/>
    <w:rsid w:val="00E5008F"/>
    <w:rsid w:val="00E640B3"/>
    <w:rsid w:val="00F40A5F"/>
    <w:rsid w:val="00F479C9"/>
    <w:rsid w:val="00FB09F0"/>
    <w:rsid w:val="00FB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A5F"/>
    <w:pPr>
      <w:jc w:val="both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">
    <w:name w:val="Нормальный (таблица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0">
    <w:name w:val="Таблицы (моноширинный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1">
    <w:name w:val="Прижатый влево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2">
    <w:name w:val="Цветовое выделение"/>
    <w:uiPriority w:val="99"/>
    <w:rsid w:val="00F40A5F"/>
    <w:rPr>
      <w:b/>
      <w:color w:val="26282F"/>
    </w:rPr>
  </w:style>
  <w:style w:type="character" w:customStyle="1" w:styleId="a3">
    <w:name w:val="Гипертекстовая ссылка"/>
    <w:uiPriority w:val="99"/>
    <w:rsid w:val="00F40A5F"/>
    <w:rPr>
      <w:color w:val="106BBE"/>
    </w:rPr>
  </w:style>
  <w:style w:type="paragraph" w:customStyle="1" w:styleId="Standard">
    <w:name w:val="Standard"/>
    <w:uiPriority w:val="99"/>
    <w:rsid w:val="008F4609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styleId="Header">
    <w:name w:val="header"/>
    <w:basedOn w:val="Normal"/>
    <w:link w:val="Head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008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5008F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1B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1B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9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2</Pages>
  <Words>365</Words>
  <Characters>2085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</cp:lastModifiedBy>
  <cp:revision>39</cp:revision>
  <cp:lastPrinted>2016-02-24T06:05:00Z</cp:lastPrinted>
  <dcterms:created xsi:type="dcterms:W3CDTF">2015-12-23T13:49:00Z</dcterms:created>
  <dcterms:modified xsi:type="dcterms:W3CDTF">2016-04-07T12:35:00Z</dcterms:modified>
</cp:coreProperties>
</file>